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55385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272E5886" wp14:editId="3806CAB9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779BDDF7" wp14:editId="319F46DD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1D4C7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101CD0BB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3C8041C4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1F67E003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6F098477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5B2BBDF8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3823ACEF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4BAE1E7F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71D4C786" w14:textId="77777777" w:rsidR="00FA0057" w:rsidRPr="00B752EE" w:rsidRDefault="0048622B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</w:p>
    <w:p w14:paraId="0AF75446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4D68A6D2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42D49244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6FFC1B95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35BB1E03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(fonction</w:t>
      </w:r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667B2EBB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certifie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1EBCAD61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475415DD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7FD79EE4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0DF78858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6C3640A7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785B38B5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5E9B6346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600AEDB2" w14:textId="77777777" w:rsidTr="00E6236A">
        <w:tc>
          <w:tcPr>
            <w:tcW w:w="4606" w:type="dxa"/>
          </w:tcPr>
          <w:p w14:paraId="0A3C6773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4A595349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5FDCED50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3988EF14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5548A403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5EC8E77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C63F0E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011CDA3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AECD1E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A3CE41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0D07C1AB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D9D794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D42E04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9A1E57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2ED0DD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B39353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CBA803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9D517D8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F0081E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71852D5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1D2A9245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053A252E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22B10D76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7D5E20BC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1F1AC755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615DC53E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6564D2A8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67F26FE3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5ABB572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1E4DBBE7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A74E2" w14:textId="77777777" w:rsidR="00422EBD" w:rsidRDefault="00422EBD" w:rsidP="002262AF">
      <w:r>
        <w:separator/>
      </w:r>
    </w:p>
  </w:endnote>
  <w:endnote w:type="continuationSeparator" w:id="0">
    <w:p w14:paraId="1CF57308" w14:textId="77777777" w:rsidR="00422EBD" w:rsidRDefault="00422EBD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78F35" w14:textId="77777777" w:rsidR="00300E3B" w:rsidRDefault="00300E3B">
    <w:pPr>
      <w:pStyle w:val="Pieddepage"/>
    </w:pPr>
  </w:p>
  <w:p w14:paraId="312DC669" w14:textId="77777777" w:rsidR="00300E3B" w:rsidRPr="00021B4B" w:rsidRDefault="00F74CF8" w:rsidP="00300E3B">
    <w:pPr>
      <w:ind w:left="284" w:right="283"/>
      <w:jc w:val="center"/>
      <w:rPr>
        <w:bCs/>
        <w:sz w:val="16"/>
        <w:szCs w:val="16"/>
      </w:rPr>
    </w:pPr>
    <w:r>
      <w:rPr>
        <w:sz w:val="16"/>
        <w:szCs w:val="16"/>
      </w:rPr>
      <w:t>Affaire n°</w:t>
    </w:r>
    <w:r w:rsidR="00300E3B">
      <w:rPr>
        <w:sz w:val="16"/>
        <w:szCs w:val="16"/>
      </w:rPr>
      <w:t xml:space="preserve">  - </w:t>
    </w:r>
    <w:r>
      <w:rPr>
        <w:bCs/>
        <w:sz w:val="16"/>
        <w:szCs w:val="16"/>
      </w:rPr>
      <w:t>objet du marché</w:t>
    </w:r>
    <w:r w:rsidR="00300E3B">
      <w:rPr>
        <w:bCs/>
        <w:sz w:val="16"/>
        <w:szCs w:val="16"/>
      </w:rPr>
      <w:t xml:space="preserve"> </w:t>
    </w:r>
  </w:p>
  <w:p w14:paraId="44218209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3A620" w14:textId="77777777" w:rsidR="00422EBD" w:rsidRDefault="00422EBD" w:rsidP="002262AF">
      <w:r>
        <w:separator/>
      </w:r>
    </w:p>
  </w:footnote>
  <w:footnote w:type="continuationSeparator" w:id="0">
    <w:p w14:paraId="266AC256" w14:textId="77777777" w:rsidR="00422EBD" w:rsidRDefault="00422EBD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BD"/>
    <w:rsid w:val="0005033A"/>
    <w:rsid w:val="0020303E"/>
    <w:rsid w:val="002262AF"/>
    <w:rsid w:val="00300E3B"/>
    <w:rsid w:val="003133A1"/>
    <w:rsid w:val="00317B99"/>
    <w:rsid w:val="0037484B"/>
    <w:rsid w:val="00422EBD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37021"/>
    <w:rsid w:val="009B1473"/>
    <w:rsid w:val="009F484E"/>
    <w:rsid w:val="00A64E5A"/>
    <w:rsid w:val="00AB356D"/>
    <w:rsid w:val="00B33407"/>
    <w:rsid w:val="00B752EE"/>
    <w:rsid w:val="00BF3DE2"/>
    <w:rsid w:val="00BF785F"/>
    <w:rsid w:val="00C46BD2"/>
    <w:rsid w:val="00CE4FC6"/>
    <w:rsid w:val="00D56AA5"/>
    <w:rsid w:val="00E04012"/>
    <w:rsid w:val="00E27D25"/>
    <w:rsid w:val="00E6236A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93D7"/>
  <w15:chartTrackingRefBased/>
  <w15:docId w15:val="{7D467F9E-A746-4602-B6A4-8CE4E711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marches_publics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</Template>
  <TotalTime>1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MOURTIER Catherine</dc:creator>
  <cp:keywords/>
  <dc:description>à joindre au DCE, dans les modalités de la consultation</dc:description>
  <cp:lastModifiedBy>MOURTIER Catherine</cp:lastModifiedBy>
  <cp:revision>1</cp:revision>
  <dcterms:created xsi:type="dcterms:W3CDTF">2025-07-01T06:04:00Z</dcterms:created>
  <dcterms:modified xsi:type="dcterms:W3CDTF">2025-07-01T06:05:00Z</dcterms:modified>
</cp:coreProperties>
</file>